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49" w:rsidRDefault="00485849" w:rsidP="00854FAD">
      <w:pPr>
        <w:rPr>
          <w:rFonts w:cs="Times New Roman"/>
        </w:rPr>
      </w:pPr>
    </w:p>
    <w:p w:rsidR="00485849" w:rsidRDefault="00485849" w:rsidP="00854FAD">
      <w:pPr>
        <w:rPr>
          <w:rFonts w:cs="Times New Roman"/>
        </w:rPr>
      </w:pPr>
    </w:p>
    <w:p w:rsidR="00485849" w:rsidRPr="00854FAD" w:rsidRDefault="00485849" w:rsidP="00854FAD">
      <w:pPr>
        <w:rPr>
          <w:rStyle w:val="Hyperlink"/>
          <w:rFonts w:cs="Times New Roman"/>
          <w:color w:val="auto"/>
          <w:u w:val="none"/>
        </w:rPr>
      </w:pPr>
      <w:r>
        <w:fldChar w:fldCharType="begin"/>
      </w:r>
      <w:r>
        <w:instrText xml:space="preserve"> HYPERLINK "http://ciechocin.bip.net.pl/?p=document&amp;action=show&amp;id=5119&amp;bar_id=3773" \l "page=23" \o "Strona 23" </w:instrText>
      </w:r>
      <w:r>
        <w:rPr>
          <w:rFonts w:cs="Times New Roman"/>
        </w:rPr>
      </w:r>
      <w:r>
        <w:fldChar w:fldCharType="separate"/>
      </w:r>
    </w:p>
    <w:p w:rsidR="00485849" w:rsidRDefault="00485849" w:rsidP="00854FAD">
      <w:pPr>
        <w:rPr>
          <w:rFonts w:cs="Times New Roman"/>
        </w:rPr>
      </w:pPr>
      <w:r>
        <w:fldChar w:fldCharType="end"/>
      </w:r>
    </w:p>
    <w:p w:rsidR="00485849" w:rsidRPr="001118CB" w:rsidRDefault="00485849" w:rsidP="001118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UCHWALA Nr …../.…/2020</w:t>
      </w:r>
    </w:p>
    <w:p w:rsidR="00485849" w:rsidRPr="001118CB" w:rsidRDefault="00485849" w:rsidP="001118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118CB">
        <w:rPr>
          <w:rFonts w:ascii="Times New Roman" w:hAnsi="Times New Roman" w:cs="Times New Roman"/>
          <w:b/>
          <w:bCs/>
          <w:sz w:val="24"/>
          <w:szCs w:val="24"/>
          <w:lang w:val="pl-PL"/>
        </w:rPr>
        <w:t>RADY GMINY CIECHOCIN</w:t>
      </w:r>
    </w:p>
    <w:p w:rsidR="00485849" w:rsidRPr="001118CB" w:rsidRDefault="00485849" w:rsidP="001118C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z ……………………….</w:t>
      </w:r>
      <w:r w:rsidRPr="001118C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r.</w:t>
      </w:r>
    </w:p>
    <w:p w:rsidR="00485849" w:rsidRPr="001118CB" w:rsidRDefault="00485849" w:rsidP="00854FA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485849" w:rsidRPr="001118CB" w:rsidRDefault="00485849" w:rsidP="00704EF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w sprawie sprostowania oczywistej omyłki pisarskiej w uchwale </w:t>
      </w:r>
      <w:r w:rsidRPr="001118C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w sprawie przyjęcia </w:t>
      </w:r>
      <w:r w:rsidRPr="001118CB">
        <w:rPr>
          <w:b/>
          <w:bCs/>
          <w:color w:val="000000"/>
          <w:lang w:val="pl-PL"/>
        </w:rPr>
        <w:t xml:space="preserve"> </w:t>
      </w:r>
      <w:r w:rsidRPr="001118C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„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Lokalnego Programu Rewitalizacji Gminy Ciechocin na lata 2016 - 2023</w:t>
      </w:r>
      <w:r w:rsidRPr="001118C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”</w:t>
      </w:r>
    </w:p>
    <w:p w:rsidR="00485849" w:rsidRDefault="00485849" w:rsidP="00854FAD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Pr="00854FAD" w:rsidRDefault="00485849" w:rsidP="00854FAD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</w:t>
      </w:r>
      <w:r w:rsidRPr="00191F5C">
        <w:rPr>
          <w:rFonts w:ascii="Times New Roman" w:hAnsi="Times New Roman" w:cs="Times New Roman"/>
          <w:sz w:val="24"/>
          <w:szCs w:val="24"/>
          <w:lang w:val="pl-PL"/>
        </w:rPr>
        <w:t xml:space="preserve">Na podstawie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art. 18 </w:t>
      </w:r>
      <w:r w:rsidRPr="00704EFF">
        <w:rPr>
          <w:rFonts w:ascii="Times New Roman" w:hAnsi="Times New Roman" w:cs="Times New Roman"/>
          <w:sz w:val="24"/>
          <w:szCs w:val="24"/>
          <w:lang w:val="pl-PL"/>
        </w:rPr>
        <w:t>ust. 2 pkt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704EFF">
        <w:rPr>
          <w:rFonts w:ascii="Times New Roman" w:hAnsi="Times New Roman" w:cs="Times New Roman"/>
          <w:sz w:val="24"/>
          <w:szCs w:val="24"/>
          <w:lang w:val="pl-PL"/>
        </w:rPr>
        <w:t xml:space="preserve"> 6a</w:t>
      </w:r>
      <w:r>
        <w:rPr>
          <w:lang w:val="pl-PL"/>
        </w:rPr>
        <w:t xml:space="preserve"> </w:t>
      </w:r>
      <w:r w:rsidRPr="00854FAD">
        <w:rPr>
          <w:rFonts w:ascii="Times New Roman" w:hAnsi="Times New Roman" w:cs="Times New Roman"/>
          <w:sz w:val="24"/>
          <w:szCs w:val="24"/>
          <w:lang w:val="pl-PL"/>
        </w:rPr>
        <w:t>ustawy z dnia 8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54FAD">
        <w:rPr>
          <w:rFonts w:ascii="Times New Roman" w:hAnsi="Times New Roman" w:cs="Times New Roman"/>
          <w:sz w:val="24"/>
          <w:szCs w:val="24"/>
          <w:lang w:val="pl-PL"/>
        </w:rPr>
        <w:t>marca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54FAD">
        <w:rPr>
          <w:rFonts w:ascii="Times New Roman" w:hAnsi="Times New Roman" w:cs="Times New Roman"/>
          <w:sz w:val="24"/>
          <w:szCs w:val="24"/>
          <w:lang w:val="pl-PL"/>
        </w:rPr>
        <w:t>1990 r. o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samorzą</w:t>
      </w:r>
      <w:r w:rsidRPr="00854FAD">
        <w:rPr>
          <w:rFonts w:ascii="Times New Roman" w:hAnsi="Times New Roman" w:cs="Times New Roman"/>
          <w:sz w:val="24"/>
          <w:szCs w:val="24"/>
          <w:lang w:val="pl-PL"/>
        </w:rPr>
        <w:t>dzie gminnym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54FAD">
        <w:rPr>
          <w:rFonts w:ascii="Times New Roman" w:hAnsi="Times New Roman" w:cs="Times New Roman"/>
          <w:sz w:val="24"/>
          <w:szCs w:val="24"/>
          <w:lang w:val="pl-PL"/>
        </w:rPr>
        <w:t>(Dz. U. z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r. poz. 506 z późn. zm.</w:t>
      </w:r>
      <w:r w:rsidRPr="00854FAD">
        <w:rPr>
          <w:rFonts w:ascii="Times New Roman" w:hAnsi="Times New Roman" w:cs="Times New Roman"/>
          <w:sz w:val="24"/>
          <w:szCs w:val="24"/>
          <w:lang w:val="pl-PL"/>
        </w:rPr>
        <w:t>)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54FAD">
        <w:rPr>
          <w:rFonts w:ascii="Times New Roman" w:hAnsi="Times New Roman" w:cs="Times New Roman"/>
          <w:b/>
          <w:bCs/>
          <w:sz w:val="24"/>
          <w:szCs w:val="24"/>
          <w:lang w:val="pl-PL"/>
        </w:rPr>
        <w:t>uchwala się, co następuje</w:t>
      </w:r>
      <w:r w:rsidRPr="00854FAD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</w:p>
    <w:p w:rsidR="00485849" w:rsidRDefault="00485849" w:rsidP="00854FAD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Pr="002F1FE9" w:rsidRDefault="00485849" w:rsidP="002F1F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F1FE9">
        <w:rPr>
          <w:rFonts w:ascii="Times New Roman" w:hAnsi="Times New Roman" w:cs="Times New Roman"/>
          <w:sz w:val="24"/>
          <w:szCs w:val="24"/>
          <w:lang w:val="pl-PL"/>
        </w:rPr>
        <w:t>§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F1FE9">
        <w:rPr>
          <w:rFonts w:ascii="Times New Roman" w:hAnsi="Times New Roman" w:cs="Times New Roman"/>
          <w:sz w:val="24"/>
          <w:szCs w:val="24"/>
          <w:lang w:val="pl-PL"/>
        </w:rPr>
        <w:t>1. Prostuje się oczywistą omyłkę pisarską w uchwale nr XIV/69/2020 Rady Gminy Ciecho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cin z dnia 24 stycznia 2020 r. </w:t>
      </w:r>
      <w:r w:rsidRPr="002F1FE9">
        <w:rPr>
          <w:rFonts w:ascii="Times New Roman" w:hAnsi="Times New Roman" w:cs="Times New Roman"/>
          <w:sz w:val="24"/>
          <w:szCs w:val="24"/>
          <w:lang w:val="pl-PL"/>
        </w:rPr>
        <w:t>w sprawie przyjęcia  „Lokalnego Programu Rewitalizacji Gminy Ciechocin na lata 2016 - 2023”, w ten sposób, że w § 2 uchwały słowa</w:t>
      </w:r>
      <w:r>
        <w:rPr>
          <w:rFonts w:ascii="Times New Roman" w:hAnsi="Times New Roman" w:cs="Times New Roman"/>
          <w:sz w:val="24"/>
          <w:szCs w:val="24"/>
          <w:lang w:val="pl-PL"/>
        </w:rPr>
        <w:t>:</w:t>
      </w:r>
      <w:r w:rsidRPr="002F1FE9">
        <w:rPr>
          <w:rFonts w:ascii="Times New Roman" w:hAnsi="Times New Roman" w:cs="Times New Roman"/>
          <w:sz w:val="24"/>
          <w:szCs w:val="24"/>
          <w:lang w:val="pl-PL"/>
        </w:rPr>
        <w:t xml:space="preserve"> „Traci moc uchwała nr XXVIII/122/2016 Rady Gminy Ciechocin z dnia 28 grudnia 2016 r.” zastępuje się słowami</w:t>
      </w:r>
      <w:r>
        <w:rPr>
          <w:rFonts w:ascii="Times New Roman" w:hAnsi="Times New Roman" w:cs="Times New Roman"/>
          <w:sz w:val="24"/>
          <w:szCs w:val="24"/>
          <w:lang w:val="pl-PL"/>
        </w:rPr>
        <w:t>:</w:t>
      </w:r>
      <w:r w:rsidRPr="002F1FE9">
        <w:rPr>
          <w:rFonts w:ascii="Times New Roman" w:hAnsi="Times New Roman" w:cs="Times New Roman"/>
          <w:sz w:val="24"/>
          <w:szCs w:val="24"/>
          <w:lang w:val="pl-PL"/>
        </w:rPr>
        <w:t xml:space="preserve"> „Traci moc uchwała nr XXXVII/161/2017 Rady Gminy Ciechocin 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Pr="002F1FE9">
        <w:rPr>
          <w:rFonts w:ascii="Times New Roman" w:hAnsi="Times New Roman" w:cs="Times New Roman"/>
          <w:sz w:val="24"/>
          <w:szCs w:val="24"/>
          <w:lang w:val="pl-PL"/>
        </w:rPr>
        <w:t>z dnia 31 października 2017 r.”.</w:t>
      </w:r>
    </w:p>
    <w:p w:rsidR="00485849" w:rsidRPr="002F1FE9" w:rsidRDefault="00485849" w:rsidP="002F1F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Pr="002F1FE9" w:rsidRDefault="00485849" w:rsidP="002F1F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F1FE9">
        <w:rPr>
          <w:rFonts w:ascii="Times New Roman" w:hAnsi="Times New Roman" w:cs="Times New Roman"/>
          <w:sz w:val="24"/>
          <w:szCs w:val="24"/>
          <w:lang w:val="pl-PL"/>
        </w:rPr>
        <w:tab/>
        <w:t>§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F1FE9">
        <w:rPr>
          <w:rFonts w:ascii="Times New Roman" w:hAnsi="Times New Roman" w:cs="Times New Roman"/>
          <w:sz w:val="24"/>
          <w:szCs w:val="24"/>
          <w:lang w:val="pl-PL"/>
        </w:rPr>
        <w:t xml:space="preserve">2. Wykonanie uchwały powierza się Wójtowi Gminy. </w:t>
      </w:r>
    </w:p>
    <w:p w:rsidR="00485849" w:rsidRPr="002F1FE9" w:rsidRDefault="00485849" w:rsidP="002F1F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Pr="002F1FE9" w:rsidRDefault="00485849" w:rsidP="002F1F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2F1FE9">
        <w:rPr>
          <w:rFonts w:ascii="Times New Roman" w:hAnsi="Times New Roman" w:cs="Times New Roman"/>
          <w:sz w:val="24"/>
          <w:szCs w:val="24"/>
          <w:lang w:val="pl-PL"/>
        </w:rPr>
        <w:t xml:space="preserve">§3. Uchwała wchodzi w życie z dniem podjęcia. </w:t>
      </w:r>
    </w:p>
    <w:p w:rsidR="00485849" w:rsidRPr="002F1FE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854FAD">
      <w:pPr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485849" w:rsidRDefault="00485849" w:rsidP="00F54A2E">
      <w:pPr>
        <w:rPr>
          <w:rFonts w:ascii="Times New Roman" w:hAnsi="Times New Roman" w:cs="Times New Roman"/>
          <w:sz w:val="24"/>
          <w:szCs w:val="24"/>
          <w:lang w:val="pl-PL"/>
        </w:rPr>
      </w:pPr>
    </w:p>
    <w:sectPr w:rsidR="00485849" w:rsidSect="001B6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E84A9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282E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4058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55458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6A459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162C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FAE0B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0E886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D186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0AA9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A211BF"/>
    <w:multiLevelType w:val="hybridMultilevel"/>
    <w:tmpl w:val="E0B40CA8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1">
    <w:nsid w:val="04ED1AA5"/>
    <w:multiLevelType w:val="hybridMultilevel"/>
    <w:tmpl w:val="A5F8CEDE"/>
    <w:lvl w:ilvl="0" w:tplc="2FC64A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06464DDF"/>
    <w:multiLevelType w:val="multilevel"/>
    <w:tmpl w:val="3294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FF60EBE"/>
    <w:multiLevelType w:val="hybridMultilevel"/>
    <w:tmpl w:val="89F64028"/>
    <w:lvl w:ilvl="0" w:tplc="2FC64A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10995FB5"/>
    <w:multiLevelType w:val="hybridMultilevel"/>
    <w:tmpl w:val="CB88CC72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5">
    <w:nsid w:val="11504BD7"/>
    <w:multiLevelType w:val="hybridMultilevel"/>
    <w:tmpl w:val="9490E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EC4CF6"/>
    <w:multiLevelType w:val="hybridMultilevel"/>
    <w:tmpl w:val="7DD27C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16B555AC"/>
    <w:multiLevelType w:val="multilevel"/>
    <w:tmpl w:val="E8A24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B02D40"/>
    <w:multiLevelType w:val="multilevel"/>
    <w:tmpl w:val="75D4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27550F4E"/>
    <w:multiLevelType w:val="hybridMultilevel"/>
    <w:tmpl w:val="ABFC8006"/>
    <w:lvl w:ilvl="0" w:tplc="2FC64A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EE3CC5"/>
    <w:multiLevelType w:val="multilevel"/>
    <w:tmpl w:val="F00EF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490" w:hanging="69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ACC1BA5"/>
    <w:multiLevelType w:val="hybridMultilevel"/>
    <w:tmpl w:val="9D4A9D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2D927B54"/>
    <w:multiLevelType w:val="multilevel"/>
    <w:tmpl w:val="5060F5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7FF719C"/>
    <w:multiLevelType w:val="multilevel"/>
    <w:tmpl w:val="6BECB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87A6AE0"/>
    <w:multiLevelType w:val="multilevel"/>
    <w:tmpl w:val="917A5788"/>
    <w:lvl w:ilvl="0">
      <w:start w:val="1"/>
      <w:numFmt w:val="decimal"/>
      <w:pStyle w:val="Numbered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2782EE6"/>
    <w:multiLevelType w:val="multilevel"/>
    <w:tmpl w:val="CC823C3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DB2DAD"/>
    <w:multiLevelType w:val="hybridMultilevel"/>
    <w:tmpl w:val="08169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556022"/>
    <w:multiLevelType w:val="multilevel"/>
    <w:tmpl w:val="607A81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EF1A0A"/>
    <w:multiLevelType w:val="hybridMultilevel"/>
    <w:tmpl w:val="5036A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B07B9C"/>
    <w:multiLevelType w:val="hybridMultilevel"/>
    <w:tmpl w:val="D534B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D1352"/>
    <w:multiLevelType w:val="multilevel"/>
    <w:tmpl w:val="A698C5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591624"/>
    <w:multiLevelType w:val="multilevel"/>
    <w:tmpl w:val="085A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490" w:hanging="6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4"/>
  </w:num>
  <w:num w:numId="2">
    <w:abstractNumId w:val="21"/>
  </w:num>
  <w:num w:numId="3">
    <w:abstractNumId w:val="29"/>
  </w:num>
  <w:num w:numId="4">
    <w:abstractNumId w:val="15"/>
  </w:num>
  <w:num w:numId="5">
    <w:abstractNumId w:val="26"/>
  </w:num>
  <w:num w:numId="6">
    <w:abstractNumId w:val="25"/>
  </w:num>
  <w:num w:numId="7">
    <w:abstractNumId w:val="28"/>
  </w:num>
  <w:num w:numId="8">
    <w:abstractNumId w:val="19"/>
  </w:num>
  <w:num w:numId="9">
    <w:abstractNumId w:val="11"/>
  </w:num>
  <w:num w:numId="10">
    <w:abstractNumId w:val="13"/>
  </w:num>
  <w:num w:numId="11">
    <w:abstractNumId w:val="20"/>
  </w:num>
  <w:num w:numId="12">
    <w:abstractNumId w:val="30"/>
  </w:num>
  <w:num w:numId="13">
    <w:abstractNumId w:val="12"/>
  </w:num>
  <w:num w:numId="14">
    <w:abstractNumId w:val="18"/>
  </w:num>
  <w:num w:numId="15">
    <w:abstractNumId w:val="22"/>
  </w:num>
  <w:num w:numId="16">
    <w:abstractNumId w:val="17"/>
  </w:num>
  <w:num w:numId="17">
    <w:abstractNumId w:val="27"/>
  </w:num>
  <w:num w:numId="18">
    <w:abstractNumId w:val="23"/>
  </w:num>
  <w:num w:numId="19">
    <w:abstractNumId w:val="14"/>
  </w:num>
  <w:num w:numId="20">
    <w:abstractNumId w:val="10"/>
  </w:num>
  <w:num w:numId="21">
    <w:abstractNumId w:val="16"/>
  </w:num>
  <w:num w:numId="22">
    <w:abstractNumId w:val="31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6FF"/>
    <w:rsid w:val="0006062D"/>
    <w:rsid w:val="00077487"/>
    <w:rsid w:val="000A3C9B"/>
    <w:rsid w:val="000A5737"/>
    <w:rsid w:val="000A6F7A"/>
    <w:rsid w:val="000D2470"/>
    <w:rsid w:val="001118CB"/>
    <w:rsid w:val="00134E79"/>
    <w:rsid w:val="00147F7E"/>
    <w:rsid w:val="001851B3"/>
    <w:rsid w:val="00191F5C"/>
    <w:rsid w:val="001A1AFB"/>
    <w:rsid w:val="001B627F"/>
    <w:rsid w:val="00231244"/>
    <w:rsid w:val="002359E0"/>
    <w:rsid w:val="0024532A"/>
    <w:rsid w:val="00256897"/>
    <w:rsid w:val="00262D49"/>
    <w:rsid w:val="00271B4D"/>
    <w:rsid w:val="002A368B"/>
    <w:rsid w:val="002A4595"/>
    <w:rsid w:val="002B6219"/>
    <w:rsid w:val="002D76FF"/>
    <w:rsid w:val="002F1FE9"/>
    <w:rsid w:val="00397E49"/>
    <w:rsid w:val="003B714D"/>
    <w:rsid w:val="00420763"/>
    <w:rsid w:val="00421A59"/>
    <w:rsid w:val="00436CEB"/>
    <w:rsid w:val="00447522"/>
    <w:rsid w:val="00485849"/>
    <w:rsid w:val="00496A84"/>
    <w:rsid w:val="004A3FDE"/>
    <w:rsid w:val="004B7E3D"/>
    <w:rsid w:val="004C5D57"/>
    <w:rsid w:val="004E7C5E"/>
    <w:rsid w:val="0052467C"/>
    <w:rsid w:val="0053304C"/>
    <w:rsid w:val="00535DC9"/>
    <w:rsid w:val="00571684"/>
    <w:rsid w:val="005D40F9"/>
    <w:rsid w:val="0060268A"/>
    <w:rsid w:val="00642AB5"/>
    <w:rsid w:val="00643440"/>
    <w:rsid w:val="00654B17"/>
    <w:rsid w:val="006563B4"/>
    <w:rsid w:val="00690787"/>
    <w:rsid w:val="006B2CAB"/>
    <w:rsid w:val="006D7251"/>
    <w:rsid w:val="00704EFF"/>
    <w:rsid w:val="00740252"/>
    <w:rsid w:val="00776A60"/>
    <w:rsid w:val="007C0CB5"/>
    <w:rsid w:val="007E4A62"/>
    <w:rsid w:val="007F0591"/>
    <w:rsid w:val="0080064D"/>
    <w:rsid w:val="008340C7"/>
    <w:rsid w:val="00847AC4"/>
    <w:rsid w:val="00854FAD"/>
    <w:rsid w:val="008B2F12"/>
    <w:rsid w:val="00904BD4"/>
    <w:rsid w:val="00961ED3"/>
    <w:rsid w:val="0098318B"/>
    <w:rsid w:val="00990D70"/>
    <w:rsid w:val="009A21F5"/>
    <w:rsid w:val="00A2712B"/>
    <w:rsid w:val="00A8124B"/>
    <w:rsid w:val="00A91850"/>
    <w:rsid w:val="00B2747A"/>
    <w:rsid w:val="00B36ACA"/>
    <w:rsid w:val="00BC2A27"/>
    <w:rsid w:val="00BE673E"/>
    <w:rsid w:val="00BF2FB4"/>
    <w:rsid w:val="00C271B5"/>
    <w:rsid w:val="00C27B5F"/>
    <w:rsid w:val="00C464EA"/>
    <w:rsid w:val="00CB0F3F"/>
    <w:rsid w:val="00CE0822"/>
    <w:rsid w:val="00CF2509"/>
    <w:rsid w:val="00D07C14"/>
    <w:rsid w:val="00D42A1B"/>
    <w:rsid w:val="00D57DB3"/>
    <w:rsid w:val="00D616BE"/>
    <w:rsid w:val="00D935E2"/>
    <w:rsid w:val="00D9498A"/>
    <w:rsid w:val="00DB11D7"/>
    <w:rsid w:val="00DF0159"/>
    <w:rsid w:val="00E11713"/>
    <w:rsid w:val="00E41AEC"/>
    <w:rsid w:val="00E718EC"/>
    <w:rsid w:val="00EB449E"/>
    <w:rsid w:val="00EC33AD"/>
    <w:rsid w:val="00EC3B7A"/>
    <w:rsid w:val="00ED25B9"/>
    <w:rsid w:val="00ED27BC"/>
    <w:rsid w:val="00F12A8D"/>
    <w:rsid w:val="00F455A6"/>
    <w:rsid w:val="00F5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4D"/>
    <w:rPr>
      <w:rFonts w:ascii="Garamond" w:eastAsia="Times New Roman" w:hAnsi="Garamond" w:cs="Garamond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0064D"/>
    <w:pPr>
      <w:spacing w:after="284" w:line="280" w:lineRule="atLeast"/>
    </w:pPr>
  </w:style>
  <w:style w:type="character" w:customStyle="1" w:styleId="BodyTextChar">
    <w:name w:val="Body Text Char"/>
    <w:basedOn w:val="DefaultParagraphFont"/>
    <w:link w:val="BodyText"/>
    <w:uiPriority w:val="99"/>
    <w:rsid w:val="0080064D"/>
    <w:rPr>
      <w:rFonts w:ascii="Garamond" w:hAnsi="Garamond" w:cs="Garamond"/>
      <w:sz w:val="20"/>
      <w:szCs w:val="20"/>
      <w:lang w:val="en-GB"/>
    </w:rPr>
  </w:style>
  <w:style w:type="paragraph" w:customStyle="1" w:styleId="NumberedHeading1">
    <w:name w:val="Numbered Heading 1"/>
    <w:next w:val="BodyText"/>
    <w:uiPriority w:val="99"/>
    <w:rsid w:val="0080064D"/>
    <w:pPr>
      <w:numPr>
        <w:numId w:val="1"/>
      </w:numPr>
      <w:spacing w:line="260" w:lineRule="atLeast"/>
    </w:pPr>
    <w:rPr>
      <w:rFonts w:ascii="Arial Black" w:eastAsia="Times New Roman" w:hAnsi="Arial Black" w:cs="Arial Black"/>
      <w:color w:val="4B217E"/>
      <w:sz w:val="19"/>
      <w:szCs w:val="19"/>
      <w:lang w:val="en-GB" w:eastAsia="en-US"/>
    </w:rPr>
  </w:style>
  <w:style w:type="paragraph" w:customStyle="1" w:styleId="NumberedHeading2">
    <w:name w:val="Numbered Heading 2"/>
    <w:next w:val="BodyText"/>
    <w:uiPriority w:val="99"/>
    <w:rsid w:val="0080064D"/>
    <w:pPr>
      <w:numPr>
        <w:ilvl w:val="1"/>
        <w:numId w:val="1"/>
      </w:numPr>
      <w:spacing w:line="260" w:lineRule="atLeast"/>
    </w:pPr>
    <w:rPr>
      <w:rFonts w:ascii="Arial Black" w:eastAsia="Times New Roman" w:hAnsi="Arial Black" w:cs="Arial Black"/>
      <w:color w:val="4B217E"/>
      <w:sz w:val="19"/>
      <w:szCs w:val="19"/>
      <w:lang w:val="en-GB" w:eastAsia="en-US"/>
    </w:rPr>
  </w:style>
  <w:style w:type="table" w:styleId="TableGrid">
    <w:name w:val="Table Grid"/>
    <w:basedOn w:val="TableNormal"/>
    <w:uiPriority w:val="99"/>
    <w:rsid w:val="007E4A6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E4A6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eksttreci">
    <w:name w:val="Tekst treści_"/>
    <w:basedOn w:val="DefaultParagraphFont"/>
    <w:link w:val="Teksttreci0"/>
    <w:uiPriority w:val="99"/>
    <w:rsid w:val="003B714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3B714D"/>
    <w:rPr>
      <w:b/>
      <w:bCs/>
    </w:rPr>
  </w:style>
  <w:style w:type="character" w:customStyle="1" w:styleId="Nagwek2">
    <w:name w:val="Nagłówek #2_"/>
    <w:basedOn w:val="DefaultParagraphFont"/>
    <w:link w:val="Nagwek20"/>
    <w:uiPriority w:val="99"/>
    <w:rsid w:val="003B714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"/>
    <w:link w:val="Teksttreci"/>
    <w:uiPriority w:val="99"/>
    <w:rsid w:val="003B714D"/>
    <w:pPr>
      <w:shd w:val="clear" w:color="auto" w:fill="FFFFFF"/>
      <w:spacing w:line="269" w:lineRule="exact"/>
    </w:pPr>
    <w:rPr>
      <w:rFonts w:ascii="Times New Roman" w:hAnsi="Times New Roman" w:cs="Times New Roman"/>
      <w:sz w:val="21"/>
      <w:szCs w:val="21"/>
      <w:lang w:val="pl-PL"/>
    </w:rPr>
  </w:style>
  <w:style w:type="paragraph" w:customStyle="1" w:styleId="Nagwek20">
    <w:name w:val="Nagłówek #2"/>
    <w:basedOn w:val="Normal"/>
    <w:link w:val="Nagwek2"/>
    <w:uiPriority w:val="99"/>
    <w:rsid w:val="003B714D"/>
    <w:pPr>
      <w:shd w:val="clear" w:color="auto" w:fill="FFFFFF"/>
      <w:spacing w:before="600" w:line="264" w:lineRule="exact"/>
      <w:jc w:val="center"/>
      <w:outlineLvl w:val="1"/>
    </w:pPr>
    <w:rPr>
      <w:rFonts w:ascii="Times New Roman" w:hAnsi="Times New Roman" w:cs="Times New Roman"/>
      <w:sz w:val="21"/>
      <w:szCs w:val="21"/>
      <w:lang w:val="pl-PL"/>
    </w:rPr>
  </w:style>
  <w:style w:type="character" w:styleId="Hyperlink">
    <w:name w:val="Hyperlink"/>
    <w:basedOn w:val="DefaultParagraphFont"/>
    <w:uiPriority w:val="99"/>
    <w:rsid w:val="009A21F5"/>
    <w:rPr>
      <w:color w:val="0066CC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rsid w:val="009A21F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Nagwek3">
    <w:name w:val="Nagłówek #3_"/>
    <w:basedOn w:val="DefaultParagraphFont"/>
    <w:link w:val="Nagwek30"/>
    <w:uiPriority w:val="99"/>
    <w:rsid w:val="009A21F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9A21F5"/>
    <w:pPr>
      <w:shd w:val="clear" w:color="auto" w:fill="FFFFFF"/>
      <w:spacing w:line="240" w:lineRule="atLeast"/>
    </w:pPr>
    <w:rPr>
      <w:rFonts w:ascii="Times New Roman" w:hAnsi="Times New Roman" w:cs="Times New Roman"/>
      <w:sz w:val="21"/>
      <w:szCs w:val="21"/>
      <w:lang w:val="pl-PL"/>
    </w:rPr>
  </w:style>
  <w:style w:type="paragraph" w:customStyle="1" w:styleId="Nagwek30">
    <w:name w:val="Nagłówek #3"/>
    <w:basedOn w:val="Normal"/>
    <w:link w:val="Nagwek3"/>
    <w:uiPriority w:val="99"/>
    <w:rsid w:val="009A21F5"/>
    <w:pPr>
      <w:shd w:val="clear" w:color="auto" w:fill="FFFFFF"/>
      <w:spacing w:before="360" w:after="360" w:line="269" w:lineRule="exact"/>
      <w:outlineLvl w:val="2"/>
    </w:pPr>
    <w:rPr>
      <w:rFonts w:ascii="Times New Roman" w:hAnsi="Times New Roman" w:cs="Times New Roman"/>
      <w:sz w:val="21"/>
      <w:szCs w:val="21"/>
      <w:lang w:val="pl-PL"/>
    </w:rPr>
  </w:style>
  <w:style w:type="paragraph" w:styleId="ListParagraph">
    <w:name w:val="List Paragraph"/>
    <w:basedOn w:val="Normal"/>
    <w:uiPriority w:val="99"/>
    <w:qFormat/>
    <w:rsid w:val="008340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C2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A27"/>
    <w:rPr>
      <w:rFonts w:ascii="Tahoma" w:hAnsi="Tahoma" w:cs="Tahoma"/>
      <w:sz w:val="16"/>
      <w:szCs w:val="16"/>
      <w:lang w:val="en-GB"/>
    </w:rPr>
  </w:style>
  <w:style w:type="character" w:customStyle="1" w:styleId="skypec2ctextspan">
    <w:name w:val="skype_c2c_text_span"/>
    <w:basedOn w:val="DefaultParagraphFont"/>
    <w:uiPriority w:val="99"/>
    <w:rsid w:val="00CE0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1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1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1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01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0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152</Words>
  <Characters>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sijka.agnieszka</dc:creator>
  <cp:keywords/>
  <dc:description/>
  <cp:lastModifiedBy>Kamila</cp:lastModifiedBy>
  <cp:revision>4</cp:revision>
  <cp:lastPrinted>2016-12-15T13:29:00Z</cp:lastPrinted>
  <dcterms:created xsi:type="dcterms:W3CDTF">2020-02-25T14:20:00Z</dcterms:created>
  <dcterms:modified xsi:type="dcterms:W3CDTF">2020-03-03T07:24:00Z</dcterms:modified>
</cp:coreProperties>
</file>